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E7691" w14:textId="77777777" w:rsidR="00931170" w:rsidRDefault="00931170" w:rsidP="00931170">
      <w:pPr>
        <w:rPr>
          <w:b/>
          <w:bCs/>
        </w:rPr>
      </w:pPr>
    </w:p>
    <w:p w14:paraId="7654CD0D" w14:textId="2DA6FFC0" w:rsidR="00931170" w:rsidRDefault="007B7D85" w:rsidP="00931170">
      <w:pPr>
        <w:pStyle w:val="Kontakt"/>
        <w:rPr>
          <w:b/>
          <w:sz w:val="36"/>
          <w:szCs w:val="36"/>
        </w:rPr>
      </w:pPr>
      <w:r>
        <w:rPr>
          <w:b/>
          <w:sz w:val="36"/>
          <w:szCs w:val="36"/>
        </w:rPr>
        <w:t>Kontakte</w:t>
      </w:r>
    </w:p>
    <w:p w14:paraId="2E4B59F2" w14:textId="77777777" w:rsidR="00931170" w:rsidRPr="00765B61" w:rsidRDefault="00931170" w:rsidP="00931170">
      <w:pPr>
        <w:pStyle w:val="Kontakt"/>
        <w:rPr>
          <w:b/>
          <w:sz w:val="28"/>
          <w:szCs w:val="28"/>
        </w:rPr>
      </w:pPr>
      <w:r w:rsidRPr="00765B61">
        <w:rPr>
          <w:b/>
          <w:sz w:val="28"/>
          <w:szCs w:val="28"/>
        </w:rPr>
        <w:t>Reformatoren im Bildnis –</w:t>
      </w:r>
      <w:r>
        <w:rPr>
          <w:b/>
          <w:sz w:val="28"/>
          <w:szCs w:val="28"/>
        </w:rPr>
        <w:t xml:space="preserve"> V</w:t>
      </w:r>
      <w:r w:rsidRPr="00765B61">
        <w:rPr>
          <w:b/>
          <w:sz w:val="28"/>
          <w:szCs w:val="28"/>
        </w:rPr>
        <w:t>erschlüsselte Botschaften</w:t>
      </w:r>
    </w:p>
    <w:p w14:paraId="1B0287A7" w14:textId="77777777" w:rsidR="00931170" w:rsidRDefault="00931170" w:rsidP="00931170">
      <w:pPr>
        <w:rPr>
          <w:rFonts w:ascii="Arial" w:hAnsi="Arial" w:cs="Arial"/>
          <w:bCs/>
          <w:sz w:val="24"/>
          <w:szCs w:val="24"/>
        </w:rPr>
      </w:pPr>
    </w:p>
    <w:p w14:paraId="354AD620" w14:textId="77777777" w:rsidR="007B7D85" w:rsidRPr="007B7D85" w:rsidRDefault="007B7D85" w:rsidP="00931170">
      <w:pPr>
        <w:rPr>
          <w:rFonts w:ascii="Arial" w:hAnsi="Arial" w:cs="Arial"/>
          <w:bCs/>
          <w:sz w:val="24"/>
          <w:szCs w:val="24"/>
        </w:rPr>
      </w:pPr>
    </w:p>
    <w:p w14:paraId="1401DCBC" w14:textId="77777777" w:rsidR="007B7D85" w:rsidRDefault="00931170" w:rsidP="00931170">
      <w:pPr>
        <w:rPr>
          <w:rFonts w:ascii="Arial" w:hAnsi="Arial" w:cs="Arial"/>
          <w:b/>
          <w:bCs/>
          <w:sz w:val="24"/>
          <w:szCs w:val="24"/>
        </w:rPr>
      </w:pPr>
      <w:r w:rsidRPr="007B7D85">
        <w:rPr>
          <w:rFonts w:ascii="Arial" w:hAnsi="Arial" w:cs="Arial"/>
          <w:b/>
          <w:bCs/>
          <w:sz w:val="24"/>
          <w:szCs w:val="24"/>
        </w:rPr>
        <w:t>Europäische Melanchthon-Akademie Bretten</w:t>
      </w:r>
    </w:p>
    <w:p w14:paraId="7A9083C3" w14:textId="207D3466" w:rsidR="007B7D85" w:rsidRPr="007B7D85" w:rsidRDefault="007B7D85" w:rsidP="00931170">
      <w:pPr>
        <w:rPr>
          <w:rFonts w:ascii="Arial" w:hAnsi="Arial" w:cs="Arial"/>
          <w:b/>
          <w:bCs/>
          <w:sz w:val="24"/>
          <w:szCs w:val="24"/>
        </w:rPr>
      </w:pPr>
      <w:r w:rsidRPr="007B7D85">
        <w:rPr>
          <w:rFonts w:ascii="Arial" w:hAnsi="Arial" w:cs="Arial"/>
          <w:bCs/>
          <w:sz w:val="24"/>
          <w:szCs w:val="24"/>
        </w:rPr>
        <w:t xml:space="preserve">Direktor </w:t>
      </w:r>
      <w:r w:rsidR="00884AB8">
        <w:rPr>
          <w:rFonts w:ascii="Arial" w:hAnsi="Arial" w:cs="Arial"/>
          <w:bCs/>
          <w:sz w:val="24"/>
          <w:szCs w:val="24"/>
        </w:rPr>
        <w:t>Prof.</w:t>
      </w:r>
      <w:r w:rsidRPr="007B7D85">
        <w:rPr>
          <w:rFonts w:ascii="Arial" w:hAnsi="Arial" w:cs="Arial"/>
          <w:bCs/>
          <w:sz w:val="24"/>
          <w:szCs w:val="24"/>
        </w:rPr>
        <w:t xml:space="preserve"> Dr. Günter Frank</w:t>
      </w:r>
      <w:r>
        <w:rPr>
          <w:rFonts w:ascii="Arial" w:hAnsi="Arial" w:cs="Arial"/>
          <w:bCs/>
          <w:sz w:val="24"/>
          <w:szCs w:val="24"/>
        </w:rPr>
        <w:br/>
      </w:r>
      <w:proofErr w:type="spellStart"/>
      <w:r>
        <w:rPr>
          <w:rFonts w:ascii="Arial" w:hAnsi="Arial" w:cs="Arial"/>
          <w:bCs/>
          <w:sz w:val="24"/>
          <w:szCs w:val="24"/>
        </w:rPr>
        <w:t>Melanchthonstr</w:t>
      </w:r>
      <w:proofErr w:type="spellEnd"/>
      <w:r>
        <w:rPr>
          <w:rFonts w:ascii="Arial" w:hAnsi="Arial" w:cs="Arial"/>
          <w:bCs/>
          <w:sz w:val="24"/>
          <w:szCs w:val="24"/>
        </w:rPr>
        <w:t>. 1-3</w:t>
      </w:r>
    </w:p>
    <w:p w14:paraId="7E63F507" w14:textId="6BDF1457" w:rsidR="007B7D85" w:rsidRDefault="00931170" w:rsidP="007B7D85">
      <w:pPr>
        <w:rPr>
          <w:rFonts w:ascii="Arial" w:hAnsi="Arial" w:cs="Arial"/>
          <w:bCs/>
          <w:sz w:val="24"/>
          <w:szCs w:val="24"/>
        </w:rPr>
      </w:pPr>
      <w:r w:rsidRPr="007B7D85">
        <w:rPr>
          <w:rFonts w:ascii="Arial" w:hAnsi="Arial" w:cs="Arial"/>
          <w:bCs/>
          <w:sz w:val="24"/>
          <w:szCs w:val="24"/>
        </w:rPr>
        <w:t>75015 Bretten</w:t>
      </w:r>
      <w:r w:rsidRPr="007B7D85">
        <w:rPr>
          <w:rFonts w:ascii="Arial" w:hAnsi="Arial" w:cs="Arial"/>
          <w:bCs/>
          <w:sz w:val="24"/>
          <w:szCs w:val="24"/>
        </w:rPr>
        <w:br/>
      </w:r>
      <w:r w:rsidR="007B7D85">
        <w:rPr>
          <w:rFonts w:ascii="Arial" w:hAnsi="Arial" w:cs="Arial"/>
          <w:bCs/>
          <w:sz w:val="24"/>
          <w:szCs w:val="24"/>
        </w:rPr>
        <w:t>Tel. +49 (0)7252</w:t>
      </w:r>
      <w:r w:rsidR="00884AB8">
        <w:rPr>
          <w:rFonts w:ascii="Arial" w:hAnsi="Arial" w:cs="Arial"/>
          <w:bCs/>
          <w:sz w:val="24"/>
          <w:szCs w:val="24"/>
        </w:rPr>
        <w:t xml:space="preserve"> 9441-0</w:t>
      </w:r>
    </w:p>
    <w:p w14:paraId="24265127" w14:textId="77777777" w:rsidR="007B7D85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Fax +49 (0)7252 9441-16</w:t>
      </w:r>
    </w:p>
    <w:p w14:paraId="5CF8AEE3" w14:textId="4983B832" w:rsidR="00931170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E-Mail:</w:t>
      </w:r>
      <w:r w:rsidR="00931170" w:rsidRPr="007B7D85">
        <w:rPr>
          <w:rFonts w:ascii="Arial" w:hAnsi="Arial" w:cs="Arial"/>
          <w:bCs/>
          <w:sz w:val="24"/>
          <w:szCs w:val="24"/>
        </w:rPr>
        <w:t xml:space="preserve"> </w:t>
      </w:r>
      <w:hyperlink r:id="rId8" w:history="1">
        <w:r w:rsidR="00931170" w:rsidRPr="007B7D85">
          <w:rPr>
            <w:rStyle w:val="Hyperlink"/>
            <w:rFonts w:ascii="Arial" w:hAnsi="Arial" w:cs="Arial"/>
            <w:bCs/>
            <w:sz w:val="24"/>
            <w:szCs w:val="24"/>
          </w:rPr>
          <w:t>info@melanchthon.com</w:t>
        </w:r>
      </w:hyperlink>
      <w:r w:rsidR="00931170" w:rsidRPr="007B7D85">
        <w:rPr>
          <w:rFonts w:ascii="Arial" w:hAnsi="Arial" w:cs="Arial"/>
          <w:bCs/>
          <w:sz w:val="24"/>
          <w:szCs w:val="24"/>
        </w:rPr>
        <w:br/>
      </w:r>
    </w:p>
    <w:p w14:paraId="7AAE346D" w14:textId="77777777" w:rsidR="007B7D85" w:rsidRPr="007B7D85" w:rsidRDefault="007B7D85" w:rsidP="007B7D85">
      <w:pPr>
        <w:rPr>
          <w:rFonts w:ascii="Arial" w:hAnsi="Arial" w:cs="Arial"/>
          <w:bCs/>
          <w:sz w:val="24"/>
          <w:szCs w:val="24"/>
        </w:rPr>
      </w:pPr>
    </w:p>
    <w:p w14:paraId="4B5A2C95" w14:textId="18DFFB88" w:rsidR="00931170" w:rsidRDefault="007B7D85" w:rsidP="0093117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Projektleitung „Reformatoren im Bildnis“</w:t>
      </w:r>
    </w:p>
    <w:p w14:paraId="4687773F" w14:textId="5DB2818B" w:rsidR="007B7D85" w:rsidRPr="007B7D85" w:rsidRDefault="007B7D85" w:rsidP="00931170">
      <w:pPr>
        <w:rPr>
          <w:rFonts w:ascii="Arial" w:hAnsi="Arial" w:cs="Arial"/>
          <w:bCs/>
          <w:sz w:val="24"/>
          <w:szCs w:val="24"/>
        </w:rPr>
      </w:pPr>
      <w:r w:rsidRPr="007B7D85">
        <w:rPr>
          <w:rFonts w:ascii="Arial" w:hAnsi="Arial" w:cs="Arial"/>
          <w:bCs/>
          <w:sz w:val="24"/>
          <w:szCs w:val="24"/>
        </w:rPr>
        <w:t xml:space="preserve">Dr. </w:t>
      </w:r>
      <w:bookmarkStart w:id="0" w:name="_GoBack"/>
      <w:bookmarkEnd w:id="0"/>
      <w:r w:rsidRPr="007B7D85">
        <w:rPr>
          <w:rFonts w:ascii="Arial" w:hAnsi="Arial" w:cs="Arial"/>
          <w:bCs/>
          <w:sz w:val="24"/>
          <w:szCs w:val="24"/>
        </w:rPr>
        <w:t>Maria</w:t>
      </w:r>
      <w:r w:rsidR="00884AB8">
        <w:rPr>
          <w:rFonts w:ascii="Arial" w:hAnsi="Arial" w:cs="Arial"/>
          <w:bCs/>
          <w:sz w:val="24"/>
          <w:szCs w:val="24"/>
        </w:rPr>
        <w:t xml:space="preserve"> Lucia</w:t>
      </w:r>
      <w:r w:rsidRPr="007B7D85">
        <w:rPr>
          <w:rFonts w:ascii="Arial" w:hAnsi="Arial" w:cs="Arial"/>
          <w:bCs/>
          <w:sz w:val="24"/>
          <w:szCs w:val="24"/>
        </w:rPr>
        <w:t xml:space="preserve"> Weigel</w:t>
      </w:r>
    </w:p>
    <w:p w14:paraId="48298D82" w14:textId="4C9D82E8" w:rsidR="007B7D85" w:rsidRDefault="007B7D85" w:rsidP="00931170">
      <w:p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Melanchthonstr</w:t>
      </w:r>
      <w:proofErr w:type="spellEnd"/>
      <w:r>
        <w:rPr>
          <w:rFonts w:ascii="Arial" w:hAnsi="Arial" w:cs="Arial"/>
          <w:bCs/>
          <w:sz w:val="24"/>
          <w:szCs w:val="24"/>
        </w:rPr>
        <w:t>. 1-3</w:t>
      </w:r>
    </w:p>
    <w:p w14:paraId="7D2697E1" w14:textId="51B3D4F9" w:rsidR="007B7D85" w:rsidRDefault="007B7D85" w:rsidP="009311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75015 Bretten</w:t>
      </w:r>
    </w:p>
    <w:p w14:paraId="21A59778" w14:textId="518E9E19" w:rsidR="007B7D85" w:rsidRDefault="007B7D85" w:rsidP="009311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Tel. </w:t>
      </w:r>
      <w:r w:rsidR="00884AB8">
        <w:rPr>
          <w:rFonts w:ascii="Arial" w:hAnsi="Arial" w:cs="Arial"/>
          <w:bCs/>
          <w:sz w:val="24"/>
          <w:szCs w:val="24"/>
        </w:rPr>
        <w:t>+49 (0)7252 9441-22</w:t>
      </w:r>
    </w:p>
    <w:p w14:paraId="0D51E22B" w14:textId="206D7CB7" w:rsidR="007B7D85" w:rsidRDefault="007B7D85" w:rsidP="009311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E-Mail:</w:t>
      </w:r>
      <w:r w:rsidRPr="007B7D85">
        <w:rPr>
          <w:rFonts w:ascii="Arial" w:hAnsi="Arial" w:cs="Arial"/>
          <w:bCs/>
          <w:sz w:val="24"/>
          <w:szCs w:val="24"/>
        </w:rPr>
        <w:t xml:space="preserve"> </w:t>
      </w:r>
      <w:hyperlink r:id="rId9" w:history="1">
        <w:r w:rsidRPr="00202641">
          <w:rPr>
            <w:rStyle w:val="Hyperlink"/>
            <w:rFonts w:ascii="Arial" w:hAnsi="Arial" w:cs="Arial"/>
            <w:bCs/>
            <w:sz w:val="24"/>
            <w:szCs w:val="24"/>
          </w:rPr>
          <w:t>marialucia.weigel@melanchthon.com</w:t>
        </w:r>
      </w:hyperlink>
    </w:p>
    <w:p w14:paraId="575345C1" w14:textId="77777777" w:rsidR="007B7D85" w:rsidRDefault="007B7D85" w:rsidP="00931170">
      <w:pPr>
        <w:rPr>
          <w:rFonts w:ascii="Arial" w:hAnsi="Arial" w:cs="Arial"/>
          <w:bCs/>
          <w:sz w:val="24"/>
          <w:szCs w:val="24"/>
        </w:rPr>
      </w:pPr>
    </w:p>
    <w:p w14:paraId="081E24F9" w14:textId="77777777" w:rsidR="007B7D85" w:rsidRDefault="007B7D85" w:rsidP="00931170">
      <w:pPr>
        <w:rPr>
          <w:rFonts w:ascii="Arial" w:hAnsi="Arial" w:cs="Arial"/>
          <w:bCs/>
          <w:sz w:val="24"/>
          <w:szCs w:val="24"/>
        </w:rPr>
      </w:pPr>
    </w:p>
    <w:p w14:paraId="446D32C6" w14:textId="31D72159" w:rsidR="007B7D85" w:rsidRPr="007B7D85" w:rsidRDefault="007B7D85" w:rsidP="00931170">
      <w:pPr>
        <w:rPr>
          <w:rFonts w:ascii="Arial" w:hAnsi="Arial" w:cs="Arial"/>
          <w:b/>
          <w:bCs/>
          <w:sz w:val="24"/>
          <w:szCs w:val="24"/>
        </w:rPr>
      </w:pPr>
      <w:r w:rsidRPr="007B7D85">
        <w:rPr>
          <w:rFonts w:ascii="Arial" w:hAnsi="Arial" w:cs="Arial"/>
          <w:b/>
          <w:bCs/>
          <w:sz w:val="24"/>
          <w:szCs w:val="24"/>
        </w:rPr>
        <w:t>Auskünfte zu „Reformatoren im Bildnis</w:t>
      </w:r>
    </w:p>
    <w:p w14:paraId="3F27A1E0" w14:textId="5521DF69" w:rsidR="007B7D85" w:rsidRDefault="007B7D85" w:rsidP="009311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Claudia Martin</w:t>
      </w:r>
    </w:p>
    <w:p w14:paraId="48A82EFE" w14:textId="77777777" w:rsidR="007B7D85" w:rsidRPr="007B7D85" w:rsidRDefault="007B7D85" w:rsidP="007B7D85">
      <w:pPr>
        <w:rPr>
          <w:rFonts w:ascii="Arial" w:hAnsi="Arial" w:cs="Arial"/>
          <w:bCs/>
          <w:sz w:val="24"/>
          <w:szCs w:val="24"/>
        </w:rPr>
      </w:pPr>
      <w:proofErr w:type="spellStart"/>
      <w:r w:rsidRPr="007B7D85">
        <w:rPr>
          <w:rFonts w:ascii="Arial" w:hAnsi="Arial" w:cs="Arial"/>
          <w:bCs/>
          <w:sz w:val="24"/>
          <w:szCs w:val="24"/>
        </w:rPr>
        <w:t>Melanchthonstr</w:t>
      </w:r>
      <w:proofErr w:type="spellEnd"/>
      <w:r w:rsidRPr="007B7D85">
        <w:rPr>
          <w:rFonts w:ascii="Arial" w:hAnsi="Arial" w:cs="Arial"/>
          <w:bCs/>
          <w:sz w:val="24"/>
          <w:szCs w:val="24"/>
        </w:rPr>
        <w:t>. 1-3</w:t>
      </w:r>
    </w:p>
    <w:p w14:paraId="771F9DDD" w14:textId="77777777" w:rsidR="007B7D85" w:rsidRPr="007B7D85" w:rsidRDefault="007B7D85" w:rsidP="007B7D85">
      <w:pPr>
        <w:rPr>
          <w:rFonts w:ascii="Arial" w:hAnsi="Arial" w:cs="Arial"/>
          <w:bCs/>
          <w:sz w:val="24"/>
          <w:szCs w:val="24"/>
        </w:rPr>
      </w:pPr>
      <w:r w:rsidRPr="007B7D85">
        <w:rPr>
          <w:rFonts w:ascii="Arial" w:hAnsi="Arial" w:cs="Arial"/>
          <w:bCs/>
          <w:sz w:val="24"/>
          <w:szCs w:val="24"/>
        </w:rPr>
        <w:t>75015 Bretten</w:t>
      </w:r>
    </w:p>
    <w:p w14:paraId="514143EC" w14:textId="499AFF17" w:rsidR="007B7D85" w:rsidRPr="007B7D85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Tel. +49 (0)7252 9441-12</w:t>
      </w:r>
    </w:p>
    <w:p w14:paraId="6E79E3B7" w14:textId="6D9A664B" w:rsidR="007B7D85" w:rsidRDefault="007B7D85" w:rsidP="007B7D85">
      <w:pPr>
        <w:rPr>
          <w:rFonts w:ascii="Arial" w:hAnsi="Arial" w:cs="Arial"/>
          <w:bCs/>
          <w:sz w:val="24"/>
          <w:szCs w:val="24"/>
        </w:rPr>
      </w:pPr>
      <w:r w:rsidRPr="007B7D85">
        <w:rPr>
          <w:rFonts w:ascii="Arial" w:hAnsi="Arial" w:cs="Arial"/>
          <w:bCs/>
          <w:sz w:val="24"/>
          <w:szCs w:val="24"/>
        </w:rPr>
        <w:t xml:space="preserve">E-Mail: </w:t>
      </w:r>
      <w:hyperlink r:id="rId10" w:history="1">
        <w:r w:rsidRPr="00202641">
          <w:rPr>
            <w:rStyle w:val="Hyperlink"/>
            <w:rFonts w:ascii="Arial" w:hAnsi="Arial" w:cs="Arial"/>
            <w:bCs/>
            <w:sz w:val="24"/>
            <w:szCs w:val="24"/>
          </w:rPr>
          <w:t>martin@melanchthon.com</w:t>
        </w:r>
      </w:hyperlink>
    </w:p>
    <w:p w14:paraId="71CB0F8B" w14:textId="77777777" w:rsidR="007B7D85" w:rsidRDefault="007B7D85" w:rsidP="007B7D85">
      <w:pPr>
        <w:rPr>
          <w:rFonts w:ascii="Arial" w:hAnsi="Arial" w:cs="Arial"/>
          <w:bCs/>
          <w:sz w:val="24"/>
          <w:szCs w:val="24"/>
        </w:rPr>
      </w:pPr>
    </w:p>
    <w:p w14:paraId="077D232D" w14:textId="77777777" w:rsidR="007B7D85" w:rsidRDefault="007B7D85" w:rsidP="007B7D85">
      <w:pPr>
        <w:rPr>
          <w:rFonts w:ascii="Arial" w:hAnsi="Arial" w:cs="Arial"/>
          <w:bCs/>
          <w:sz w:val="24"/>
          <w:szCs w:val="24"/>
        </w:rPr>
      </w:pPr>
    </w:p>
    <w:p w14:paraId="64503CF2" w14:textId="0EFB44D7" w:rsidR="007B7D85" w:rsidRPr="007B7D85" w:rsidRDefault="007B7D85" w:rsidP="007B7D85">
      <w:pPr>
        <w:rPr>
          <w:rFonts w:ascii="Arial" w:hAnsi="Arial" w:cs="Arial"/>
          <w:b/>
          <w:bCs/>
          <w:sz w:val="24"/>
          <w:szCs w:val="24"/>
        </w:rPr>
      </w:pPr>
      <w:r w:rsidRPr="007B7D85">
        <w:rPr>
          <w:rFonts w:ascii="Arial" w:hAnsi="Arial" w:cs="Arial"/>
          <w:b/>
          <w:bCs/>
          <w:sz w:val="24"/>
          <w:szCs w:val="24"/>
        </w:rPr>
        <w:t>Presse</w:t>
      </w:r>
    </w:p>
    <w:p w14:paraId="753F0DA4" w14:textId="66BB2A18" w:rsidR="007B7D85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Susanne Schiller-Winkel M.A.</w:t>
      </w:r>
    </w:p>
    <w:p w14:paraId="2E972FE8" w14:textId="4C9E0D72" w:rsidR="007B7D85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Tel.+49 (0)172 7416840</w:t>
      </w:r>
    </w:p>
    <w:p w14:paraId="79159911" w14:textId="60A12B17" w:rsidR="007B7D85" w:rsidRDefault="007B7D85" w:rsidP="007B7D8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E-Mail </w:t>
      </w:r>
      <w:hyperlink r:id="rId11" w:history="1">
        <w:r w:rsidRPr="00202641">
          <w:rPr>
            <w:rStyle w:val="Hyperlink"/>
            <w:rFonts w:ascii="Arial" w:hAnsi="Arial" w:cs="Arial"/>
            <w:bCs/>
            <w:sz w:val="24"/>
            <w:szCs w:val="24"/>
          </w:rPr>
          <w:t>EMA-Bretten@t-online.de</w:t>
        </w:r>
      </w:hyperlink>
    </w:p>
    <w:p w14:paraId="21FEEABF" w14:textId="77777777" w:rsidR="007B7D85" w:rsidRDefault="007B7D85" w:rsidP="007B7D85">
      <w:pPr>
        <w:rPr>
          <w:rFonts w:ascii="Arial" w:hAnsi="Arial" w:cs="Arial"/>
          <w:bCs/>
          <w:sz w:val="24"/>
          <w:szCs w:val="24"/>
        </w:rPr>
      </w:pPr>
    </w:p>
    <w:sectPr w:rsidR="007B7D85" w:rsidSect="0093373E">
      <w:headerReference w:type="default" r:id="rId12"/>
      <w:footerReference w:type="default" r:id="rId13"/>
      <w:pgSz w:w="11907" w:h="16839"/>
      <w:pgMar w:top="2552" w:right="1797" w:bottom="2268" w:left="1797" w:header="720" w:footer="720" w:gutter="0"/>
      <w:pgNumType w:start="1"/>
      <w:cols w:space="720"/>
      <w:noEndnote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042CA" w14:textId="77777777" w:rsidR="00E00770" w:rsidRDefault="00E00770">
      <w:r>
        <w:separator/>
      </w:r>
    </w:p>
  </w:endnote>
  <w:endnote w:type="continuationSeparator" w:id="0">
    <w:p w14:paraId="7DF7DF1A" w14:textId="77777777" w:rsidR="00E00770" w:rsidRDefault="00E0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4878" w14:textId="3BC1E058" w:rsidR="00E00770" w:rsidRDefault="0093373E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6D29F" wp14:editId="6C8D40DE">
          <wp:simplePos x="0" y="0"/>
          <wp:positionH relativeFrom="column">
            <wp:posOffset>-1127760</wp:posOffset>
          </wp:positionH>
          <wp:positionV relativeFrom="paragraph">
            <wp:posOffset>-539115</wp:posOffset>
          </wp:positionV>
          <wp:extent cx="7560000" cy="1310473"/>
          <wp:effectExtent l="0" t="0" r="9525" b="1079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leiste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10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74D6F" w14:textId="77777777" w:rsidR="00E00770" w:rsidRDefault="00E00770">
      <w:r>
        <w:separator/>
      </w:r>
    </w:p>
  </w:footnote>
  <w:footnote w:type="continuationSeparator" w:id="0">
    <w:p w14:paraId="47203F9C" w14:textId="77777777" w:rsidR="00E00770" w:rsidRDefault="00E0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563A1" w14:textId="7188823D" w:rsidR="00704E48" w:rsidRDefault="0093373E" w:rsidP="0093373E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C70A31A" wp14:editId="7C694D9F">
          <wp:simplePos x="0" y="0"/>
          <wp:positionH relativeFrom="column">
            <wp:posOffset>-1130300</wp:posOffset>
          </wp:positionH>
          <wp:positionV relativeFrom="paragraph">
            <wp:posOffset>-482600</wp:posOffset>
          </wp:positionV>
          <wp:extent cx="7560000" cy="1438830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_P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8C239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485E0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41A7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96996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36C52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7AC84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BAEA9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EA287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CE811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BCA3A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0241">
      <o:colormru v:ext="edit" colors="#907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2A"/>
    <w:rsid w:val="00004017"/>
    <w:rsid w:val="000146FA"/>
    <w:rsid w:val="00030701"/>
    <w:rsid w:val="000462B6"/>
    <w:rsid w:val="000D6A13"/>
    <w:rsid w:val="000E4C17"/>
    <w:rsid w:val="00126BB0"/>
    <w:rsid w:val="0015056D"/>
    <w:rsid w:val="00151BF5"/>
    <w:rsid w:val="00152204"/>
    <w:rsid w:val="00181327"/>
    <w:rsid w:val="001A2DB1"/>
    <w:rsid w:val="001A5042"/>
    <w:rsid w:val="001B6FCD"/>
    <w:rsid w:val="001B7423"/>
    <w:rsid w:val="00203D5B"/>
    <w:rsid w:val="00213813"/>
    <w:rsid w:val="00262573"/>
    <w:rsid w:val="00267754"/>
    <w:rsid w:val="002B7E51"/>
    <w:rsid w:val="002E33C6"/>
    <w:rsid w:val="002F495B"/>
    <w:rsid w:val="002F4A1A"/>
    <w:rsid w:val="003158E2"/>
    <w:rsid w:val="0032646A"/>
    <w:rsid w:val="003415BD"/>
    <w:rsid w:val="00356ED0"/>
    <w:rsid w:val="0037495E"/>
    <w:rsid w:val="00383B93"/>
    <w:rsid w:val="003E2933"/>
    <w:rsid w:val="003E2A2D"/>
    <w:rsid w:val="003F1984"/>
    <w:rsid w:val="003F7C6D"/>
    <w:rsid w:val="00427091"/>
    <w:rsid w:val="00457227"/>
    <w:rsid w:val="00471F3B"/>
    <w:rsid w:val="00484260"/>
    <w:rsid w:val="004B5C99"/>
    <w:rsid w:val="004D71E4"/>
    <w:rsid w:val="004F1939"/>
    <w:rsid w:val="004F3034"/>
    <w:rsid w:val="00512F08"/>
    <w:rsid w:val="005331F4"/>
    <w:rsid w:val="005361C1"/>
    <w:rsid w:val="00542D41"/>
    <w:rsid w:val="0055248E"/>
    <w:rsid w:val="0056390C"/>
    <w:rsid w:val="00575BC1"/>
    <w:rsid w:val="00585993"/>
    <w:rsid w:val="005941B2"/>
    <w:rsid w:val="005B22B7"/>
    <w:rsid w:val="005D6C35"/>
    <w:rsid w:val="005E7D56"/>
    <w:rsid w:val="00607CF7"/>
    <w:rsid w:val="00611932"/>
    <w:rsid w:val="0064153E"/>
    <w:rsid w:val="00643565"/>
    <w:rsid w:val="00662DA1"/>
    <w:rsid w:val="00663012"/>
    <w:rsid w:val="00695EA4"/>
    <w:rsid w:val="006E5E2F"/>
    <w:rsid w:val="006E7FAF"/>
    <w:rsid w:val="00700002"/>
    <w:rsid w:val="00704E48"/>
    <w:rsid w:val="007302D2"/>
    <w:rsid w:val="00761928"/>
    <w:rsid w:val="007B06F4"/>
    <w:rsid w:val="007B1942"/>
    <w:rsid w:val="007B3D03"/>
    <w:rsid w:val="007B7D85"/>
    <w:rsid w:val="007C0AAB"/>
    <w:rsid w:val="007D73B1"/>
    <w:rsid w:val="0080433F"/>
    <w:rsid w:val="008216AE"/>
    <w:rsid w:val="00840526"/>
    <w:rsid w:val="008447E6"/>
    <w:rsid w:val="0086242F"/>
    <w:rsid w:val="00863485"/>
    <w:rsid w:val="00884AB8"/>
    <w:rsid w:val="0089372F"/>
    <w:rsid w:val="008B5069"/>
    <w:rsid w:val="008F2B1A"/>
    <w:rsid w:val="00931170"/>
    <w:rsid w:val="0093373E"/>
    <w:rsid w:val="009451F3"/>
    <w:rsid w:val="009777C2"/>
    <w:rsid w:val="0099351C"/>
    <w:rsid w:val="00995775"/>
    <w:rsid w:val="00996CC4"/>
    <w:rsid w:val="009D12AD"/>
    <w:rsid w:val="009D1A27"/>
    <w:rsid w:val="009D41D6"/>
    <w:rsid w:val="009E3509"/>
    <w:rsid w:val="009F0FCD"/>
    <w:rsid w:val="00A426C8"/>
    <w:rsid w:val="00A51E89"/>
    <w:rsid w:val="00A71E48"/>
    <w:rsid w:val="00A91E4A"/>
    <w:rsid w:val="00A93029"/>
    <w:rsid w:val="00A974E8"/>
    <w:rsid w:val="00AA16DD"/>
    <w:rsid w:val="00AB521A"/>
    <w:rsid w:val="00AC13F1"/>
    <w:rsid w:val="00AC27E0"/>
    <w:rsid w:val="00AE67E8"/>
    <w:rsid w:val="00B00E15"/>
    <w:rsid w:val="00B00E21"/>
    <w:rsid w:val="00B01820"/>
    <w:rsid w:val="00B036DD"/>
    <w:rsid w:val="00B26FE8"/>
    <w:rsid w:val="00B341F7"/>
    <w:rsid w:val="00B562B8"/>
    <w:rsid w:val="00B745B3"/>
    <w:rsid w:val="00B74BA2"/>
    <w:rsid w:val="00BC5368"/>
    <w:rsid w:val="00BF043E"/>
    <w:rsid w:val="00C50C99"/>
    <w:rsid w:val="00C722E2"/>
    <w:rsid w:val="00CA536D"/>
    <w:rsid w:val="00CC1EEC"/>
    <w:rsid w:val="00CF30F7"/>
    <w:rsid w:val="00D060C2"/>
    <w:rsid w:val="00D11814"/>
    <w:rsid w:val="00D12010"/>
    <w:rsid w:val="00D2690F"/>
    <w:rsid w:val="00D546B1"/>
    <w:rsid w:val="00D62692"/>
    <w:rsid w:val="00D70E4E"/>
    <w:rsid w:val="00D85ECE"/>
    <w:rsid w:val="00DB3970"/>
    <w:rsid w:val="00DC48BA"/>
    <w:rsid w:val="00E00770"/>
    <w:rsid w:val="00E2162A"/>
    <w:rsid w:val="00E46041"/>
    <w:rsid w:val="00E65646"/>
    <w:rsid w:val="00E866FD"/>
    <w:rsid w:val="00EA2438"/>
    <w:rsid w:val="00EF714E"/>
    <w:rsid w:val="00F10070"/>
    <w:rsid w:val="00F1602C"/>
    <w:rsid w:val="00F1790C"/>
    <w:rsid w:val="00F261CF"/>
    <w:rsid w:val="00F3790E"/>
    <w:rsid w:val="00F66E0E"/>
    <w:rsid w:val="00FA1C3B"/>
    <w:rsid w:val="00FC432A"/>
    <w:rsid w:val="00FE6D9B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ru v:ext="edit" colors="#907d3a"/>
    </o:shapedefaults>
    <o:shapelayout v:ext="edit">
      <o:idmap v:ext="edit" data="1"/>
    </o:shapelayout>
  </w:shapeDefaults>
  <w:decimalSymbol w:val=","/>
  <w:listSeparator w:val=";"/>
  <w14:docId w14:val="398AE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kern w:val="28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Anrede">
    <w:name w:val="Salutation"/>
    <w:basedOn w:val="Standard"/>
    <w:next w:val="Standard"/>
  </w:style>
  <w:style w:type="paragraph" w:styleId="Gruformel">
    <w:name w:val="Closing"/>
    <w:basedOn w:val="Standard"/>
    <w:pPr>
      <w:ind w:left="4320"/>
    </w:pPr>
    <w:rPr>
      <w:color w:val="333333"/>
      <w:sz w:val="22"/>
    </w:rPr>
  </w:style>
  <w:style w:type="paragraph" w:styleId="Datum">
    <w:name w:val="Date"/>
    <w:basedOn w:val="Standard"/>
    <w:next w:val="Standard"/>
  </w:style>
  <w:style w:type="paragraph" w:styleId="Unterschrift">
    <w:name w:val="Signature"/>
    <w:basedOn w:val="Standard"/>
    <w:pPr>
      <w:ind w:left="4320"/>
    </w:pPr>
    <w:rPr>
      <w:color w:val="333333"/>
      <w:sz w:val="22"/>
    </w:rPr>
  </w:style>
  <w:style w:type="paragraph" w:styleId="Textkrper">
    <w:name w:val="Body Text"/>
    <w:basedOn w:val="Standard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character" w:styleId="Besuchter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noProof w:val="0"/>
      <w:vertAlign w:val="superscript"/>
      <w:lang w:val="de-DE"/>
    </w:rPr>
  </w:style>
  <w:style w:type="character" w:styleId="Fett">
    <w:name w:val="Strong"/>
    <w:qFormat/>
    <w:rPr>
      <w:b/>
      <w:noProof w:val="0"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noProof w:val="0"/>
      <w:vertAlign w:val="superscript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ervorhebung">
    <w:name w:val="Emphasis"/>
    <w:qFormat/>
    <w:rPr>
      <w:i/>
      <w:noProof w:val="0"/>
      <w:lang w:val="de-DE"/>
    </w:rPr>
  </w:style>
  <w:style w:type="paragraph" w:styleId="HTMLAdresse">
    <w:name w:val="HTML Address"/>
    <w:basedOn w:val="Standard"/>
    <w:rPr>
      <w:i/>
    </w:rPr>
  </w:style>
  <w:style w:type="character" w:styleId="HTMLAkronym">
    <w:name w:val="HTML Acronym"/>
    <w:basedOn w:val="Absatz-Standardschriftart"/>
    <w:rPr>
      <w:noProof w:val="0"/>
      <w:lang w:val="de-DE"/>
    </w:rPr>
  </w:style>
  <w:style w:type="character" w:styleId="HTMLBeispiel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Schreibmaschine">
    <w:name w:val="HTML Typewriter"/>
    <w:rPr>
      <w:rFonts w:ascii="Courier New" w:hAnsi="Courier New"/>
      <w:noProof w:val="0"/>
      <w:sz w:val="20"/>
      <w:lang w:val="de-DE"/>
    </w:rPr>
  </w:style>
  <w:style w:type="character" w:styleId="HTMLTastatur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Vorformatiert">
    <w:name w:val="HTML Preformatted"/>
    <w:basedOn w:val="Standard"/>
    <w:rPr>
      <w:rFonts w:ascii="Courier New" w:hAnsi="Courier New"/>
    </w:rPr>
  </w:style>
  <w:style w:type="character" w:styleId="HTMLZitat">
    <w:name w:val="HTML Cite"/>
    <w:rPr>
      <w:i/>
      <w:noProof w:val="0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semiHidden/>
    <w:rPr>
      <w:noProof w:val="0"/>
      <w:sz w:val="16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character" w:styleId="Seitenzahl">
    <w:name w:val="page number"/>
    <w:basedOn w:val="Absatz-Standardschriftart"/>
    <w:rPr>
      <w:noProof w:val="0"/>
      <w:lang w:val="de-DE"/>
    </w:rPr>
  </w:style>
  <w:style w:type="paragraph" w:styleId="StandardWeb">
    <w:name w:val="Normal (Web)"/>
    <w:basedOn w:val="Standard"/>
    <w:rPr>
      <w:sz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Umschlagabsenderadresse">
    <w:name w:val="envelope return"/>
    <w:basedOn w:val="Standard"/>
    <w:rPr>
      <w:rFonts w:ascii="Arial" w:hAnsi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Standard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uzeile"/>
    <w:qFormat/>
    <w:rsid w:val="00E656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kern w:val="28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amedesBriefabsenders">
    <w:name w:val="Name des Briefabsenders"/>
    <w:autoRedefine/>
    <w:pPr>
      <w:widowControl w:val="0"/>
      <w:ind w:left="360" w:right="360"/>
    </w:pPr>
    <w:rPr>
      <w:caps/>
      <w:kern w:val="28"/>
      <w:sz w:val="32"/>
    </w:rPr>
  </w:style>
  <w:style w:type="paragraph" w:customStyle="1" w:styleId="AdressedesBriefabsenders">
    <w:name w:val="Adresse des Briefabsenders"/>
    <w:autoRedefine/>
    <w:pPr>
      <w:widowControl w:val="0"/>
      <w:ind w:left="540" w:right="-357"/>
      <w:jc w:val="right"/>
      <w:outlineLvl w:val="0"/>
    </w:pPr>
    <w:rPr>
      <w:color w:val="333333"/>
      <w:kern w:val="28"/>
      <w:lang w:val="en-US"/>
    </w:rPr>
  </w:style>
  <w:style w:type="paragraph" w:customStyle="1" w:styleId="Briefkrper">
    <w:name w:val="Briefkörper"/>
    <w:autoRedefine/>
    <w:rsid w:val="00151BF5"/>
    <w:pPr>
      <w:widowControl w:val="0"/>
      <w:spacing w:after="240"/>
      <w:ind w:left="540" w:right="-645"/>
      <w:jc w:val="center"/>
    </w:pPr>
    <w:rPr>
      <w:rFonts w:ascii="Arial" w:hAnsi="Arial" w:cs="Arial"/>
      <w:color w:val="333333"/>
      <w:kern w:val="28"/>
      <w:sz w:val="40"/>
      <w:szCs w:val="40"/>
      <w:lang w:val="en-US"/>
    </w:rPr>
  </w:style>
  <w:style w:type="paragraph" w:customStyle="1" w:styleId="Briefdatum">
    <w:name w:val="Briefdatum"/>
    <w:autoRedefine/>
    <w:pPr>
      <w:widowControl w:val="0"/>
      <w:spacing w:after="480"/>
      <w:ind w:left="540" w:right="1170"/>
    </w:pPr>
    <w:rPr>
      <w:color w:val="333333"/>
      <w:kern w:val="28"/>
      <w:sz w:val="22"/>
      <w:lang w:val="en-US"/>
    </w:rPr>
  </w:style>
  <w:style w:type="paragraph" w:styleId="Anrede">
    <w:name w:val="Salutation"/>
    <w:basedOn w:val="Standard"/>
    <w:next w:val="Standard"/>
  </w:style>
  <w:style w:type="paragraph" w:styleId="Gruformel">
    <w:name w:val="Closing"/>
    <w:basedOn w:val="Standard"/>
    <w:pPr>
      <w:ind w:left="4320"/>
    </w:pPr>
    <w:rPr>
      <w:color w:val="333333"/>
      <w:sz w:val="22"/>
    </w:rPr>
  </w:style>
  <w:style w:type="paragraph" w:styleId="Datum">
    <w:name w:val="Date"/>
    <w:basedOn w:val="Standard"/>
    <w:next w:val="Standard"/>
  </w:style>
  <w:style w:type="paragraph" w:styleId="Unterschrift">
    <w:name w:val="Signature"/>
    <w:basedOn w:val="Standard"/>
    <w:pPr>
      <w:ind w:left="4320"/>
    </w:pPr>
    <w:rPr>
      <w:color w:val="333333"/>
      <w:sz w:val="22"/>
    </w:rPr>
  </w:style>
  <w:style w:type="paragraph" w:styleId="Textkrper">
    <w:name w:val="Body Text"/>
    <w:basedOn w:val="Standard"/>
    <w:pPr>
      <w:spacing w:after="120"/>
    </w:pPr>
  </w:style>
  <w:style w:type="character" w:styleId="Hyperlink">
    <w:name w:val="Hyperlink"/>
    <w:rPr>
      <w:noProof w:val="0"/>
      <w:color w:val="0000FF"/>
      <w:u w:val="single"/>
      <w:lang w:val="de-DE"/>
    </w:rPr>
  </w:style>
  <w:style w:type="paragraph" w:styleId="Abbildungsverzeichnis">
    <w:name w:val="table of figures"/>
    <w:basedOn w:val="Standard"/>
    <w:next w:val="Standard"/>
    <w:semiHidden/>
    <w:pPr>
      <w:ind w:left="400" w:hanging="400"/>
    </w:pPr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character" w:styleId="BesuchterHyperlink">
    <w:name w:val="FollowedHyperlink"/>
    <w:rPr>
      <w:noProof w:val="0"/>
      <w:color w:val="800080"/>
      <w:u w:val="single"/>
      <w:lang w:val="de-D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noProof w:val="0"/>
      <w:vertAlign w:val="superscript"/>
      <w:lang w:val="de-DE"/>
    </w:rPr>
  </w:style>
  <w:style w:type="character" w:styleId="Fett">
    <w:name w:val="Strong"/>
    <w:qFormat/>
    <w:rPr>
      <w:b/>
      <w:noProof w:val="0"/>
      <w:lang w:val="de-DE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noProof w:val="0"/>
      <w:vertAlign w:val="superscript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ervorhebung">
    <w:name w:val="Emphasis"/>
    <w:qFormat/>
    <w:rPr>
      <w:i/>
      <w:noProof w:val="0"/>
      <w:lang w:val="de-DE"/>
    </w:rPr>
  </w:style>
  <w:style w:type="paragraph" w:styleId="HTMLAdresse">
    <w:name w:val="HTML Address"/>
    <w:basedOn w:val="Standard"/>
    <w:rPr>
      <w:i/>
    </w:rPr>
  </w:style>
  <w:style w:type="character" w:styleId="HTMLAkronym">
    <w:name w:val="HTML Acronym"/>
    <w:basedOn w:val="Absatz-Standardschriftart"/>
    <w:rPr>
      <w:noProof w:val="0"/>
      <w:lang w:val="de-DE"/>
    </w:rPr>
  </w:style>
  <w:style w:type="character" w:styleId="HTMLBeispiel">
    <w:name w:val="HTML Sample"/>
    <w:rPr>
      <w:rFonts w:ascii="Courier New" w:hAnsi="Courier New"/>
      <w:noProof w:val="0"/>
      <w:lang w:val="de-DE"/>
    </w:rPr>
  </w:style>
  <w:style w:type="character" w:styleId="HTMLCode">
    <w:name w:val="HTML Code"/>
    <w:rPr>
      <w:rFonts w:ascii="Courier New" w:hAnsi="Courier New"/>
      <w:noProof w:val="0"/>
      <w:sz w:val="20"/>
      <w:lang w:val="de-DE"/>
    </w:rPr>
  </w:style>
  <w:style w:type="character" w:styleId="HTMLDefinition">
    <w:name w:val="HTML Definition"/>
    <w:rPr>
      <w:i/>
      <w:noProof w:val="0"/>
      <w:lang w:val="de-DE"/>
    </w:rPr>
  </w:style>
  <w:style w:type="character" w:styleId="HTMLSchreibmaschine">
    <w:name w:val="HTML Typewriter"/>
    <w:rPr>
      <w:rFonts w:ascii="Courier New" w:hAnsi="Courier New"/>
      <w:noProof w:val="0"/>
      <w:sz w:val="20"/>
      <w:lang w:val="de-DE"/>
    </w:rPr>
  </w:style>
  <w:style w:type="character" w:styleId="HTMLTastatur">
    <w:name w:val="HTML Keyboard"/>
    <w:rPr>
      <w:rFonts w:ascii="Courier New" w:hAnsi="Courier New"/>
      <w:noProof w:val="0"/>
      <w:sz w:val="20"/>
      <w:lang w:val="de-DE"/>
    </w:rPr>
  </w:style>
  <w:style w:type="character" w:styleId="HTMLVariable">
    <w:name w:val="HTML Variable"/>
    <w:rPr>
      <w:i/>
      <w:noProof w:val="0"/>
      <w:lang w:val="de-DE"/>
    </w:rPr>
  </w:style>
  <w:style w:type="paragraph" w:styleId="HTMLVorformatiert">
    <w:name w:val="HTML Preformatted"/>
    <w:basedOn w:val="Standard"/>
    <w:rPr>
      <w:rFonts w:ascii="Courier New" w:hAnsi="Courier New"/>
    </w:rPr>
  </w:style>
  <w:style w:type="character" w:styleId="HTMLZitat">
    <w:name w:val="HTML Cite"/>
    <w:rPr>
      <w:i/>
      <w:noProof w:val="0"/>
      <w:lang w:val="de-DE"/>
    </w:r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character" w:styleId="Kommentarzeichen">
    <w:name w:val="annotation reference"/>
    <w:semiHidden/>
    <w:rPr>
      <w:noProof w:val="0"/>
      <w:sz w:val="16"/>
      <w:lang w:val="de-D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kern w:val="28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urText">
    <w:name w:val="Plain Text"/>
    <w:basedOn w:val="Standard"/>
    <w:rPr>
      <w:rFonts w:ascii="Courier New" w:hAnsi="Courier New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character" w:styleId="Seitenzahl">
    <w:name w:val="page number"/>
    <w:basedOn w:val="Absatz-Standardschriftart"/>
    <w:rPr>
      <w:noProof w:val="0"/>
      <w:lang w:val="de-DE"/>
    </w:rPr>
  </w:style>
  <w:style w:type="paragraph" w:styleId="StandardWeb">
    <w:name w:val="Normal (Web)"/>
    <w:basedOn w:val="Standard"/>
    <w:rPr>
      <w:sz w:val="24"/>
    </w:rPr>
  </w:style>
  <w:style w:type="paragraph" w:styleId="Standardeinzug">
    <w:name w:val="Normal Indent"/>
    <w:basedOn w:val="Standard"/>
    <w:pPr>
      <w:ind w:left="708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Umschlagabsenderadresse">
    <w:name w:val="envelope return"/>
    <w:basedOn w:val="Standard"/>
    <w:rPr>
      <w:rFonts w:ascii="Arial" w:hAnsi="Arial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00"/>
    </w:pPr>
  </w:style>
  <w:style w:type="paragraph" w:styleId="Verzeichnis3">
    <w:name w:val="toc 3"/>
    <w:basedOn w:val="Standard"/>
    <w:next w:val="Standard"/>
    <w:autoRedefine/>
    <w:semiHidden/>
    <w:pPr>
      <w:ind w:left="400"/>
    </w:pPr>
  </w:style>
  <w:style w:type="paragraph" w:styleId="Verzeichnis4">
    <w:name w:val="toc 4"/>
    <w:basedOn w:val="Standard"/>
    <w:next w:val="Standard"/>
    <w:autoRedefine/>
    <w:semiHidden/>
    <w:pPr>
      <w:ind w:left="600"/>
    </w:pPr>
  </w:style>
  <w:style w:type="paragraph" w:styleId="Verzeichnis5">
    <w:name w:val="toc 5"/>
    <w:basedOn w:val="Standard"/>
    <w:next w:val="Standard"/>
    <w:autoRedefine/>
    <w:semiHidden/>
    <w:pPr>
      <w:ind w:left="800"/>
    </w:p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character" w:styleId="Zeilennummer">
    <w:name w:val="line number"/>
    <w:basedOn w:val="Absatz-Standardschriftart"/>
    <w:rPr>
      <w:noProof w:val="0"/>
      <w:lang w:val="de-DE"/>
    </w:rPr>
  </w:style>
  <w:style w:type="character" w:customStyle="1" w:styleId="csc-event-label1">
    <w:name w:val="csc-event-label1"/>
    <w:rsid w:val="00AB521A"/>
    <w:rPr>
      <w:b/>
      <w:bCs/>
      <w:noProof w:val="0"/>
      <w:bdr w:val="none" w:sz="0" w:space="0" w:color="auto" w:frame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73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73E"/>
    <w:rPr>
      <w:rFonts w:ascii="Lucida Grande" w:hAnsi="Lucida Grande" w:cs="Lucida Grande"/>
      <w:kern w:val="28"/>
      <w:sz w:val="18"/>
      <w:szCs w:val="18"/>
    </w:rPr>
  </w:style>
  <w:style w:type="paragraph" w:customStyle="1" w:styleId="Head1">
    <w:name w:val="Head1"/>
    <w:basedOn w:val="Briefkrper"/>
    <w:qFormat/>
    <w:rsid w:val="00E65646"/>
    <w:pPr>
      <w:ind w:left="0"/>
      <w:jc w:val="left"/>
    </w:pPr>
    <w:rPr>
      <w:lang w:val="de-DE"/>
    </w:rPr>
  </w:style>
  <w:style w:type="paragraph" w:customStyle="1" w:styleId="Head2">
    <w:name w:val="Head 2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8"/>
      <w:szCs w:val="28"/>
    </w:rPr>
  </w:style>
  <w:style w:type="paragraph" w:customStyle="1" w:styleId="Head3">
    <w:name w:val="Head 3"/>
    <w:basedOn w:val="Standard"/>
    <w:qFormat/>
    <w:rsid w:val="00E65646"/>
    <w:pPr>
      <w:spacing w:line="360" w:lineRule="auto"/>
    </w:pPr>
    <w:rPr>
      <w:rFonts w:ascii="Arial" w:hAnsi="Arial" w:cs="Arial"/>
      <w:b/>
      <w:color w:val="000000"/>
      <w:sz w:val="24"/>
      <w:szCs w:val="24"/>
    </w:rPr>
  </w:style>
  <w:style w:type="paragraph" w:customStyle="1" w:styleId="Flietext">
    <w:name w:val="Fließtext"/>
    <w:basedOn w:val="Standard"/>
    <w:qFormat/>
    <w:rsid w:val="00E65646"/>
    <w:pPr>
      <w:spacing w:line="36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ontakt">
    <w:name w:val="Kontakt"/>
    <w:basedOn w:val="Fuzeile"/>
    <w:qFormat/>
    <w:rsid w:val="00E656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722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0051AA"/>
            <w:bottom w:val="none" w:sz="0" w:space="0" w:color="auto"/>
            <w:right w:val="single" w:sz="18" w:space="0" w:color="0051AA"/>
          </w:divBdr>
          <w:divsChild>
            <w:div w:id="20608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0051AA"/>
                <w:bottom w:val="none" w:sz="0" w:space="0" w:color="auto"/>
                <w:right w:val="single" w:sz="18" w:space="0" w:color="0051AA"/>
              </w:divBdr>
              <w:divsChild>
                <w:div w:id="8099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0" w:color="0051AA"/>
                    <w:bottom w:val="none" w:sz="0" w:space="0" w:color="auto"/>
                    <w:right w:val="single" w:sz="18" w:space="0" w:color="0051AA"/>
                  </w:divBdr>
                  <w:divsChild>
                    <w:div w:id="13437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0" w:color="0051AA"/>
                        <w:bottom w:val="none" w:sz="0" w:space="0" w:color="auto"/>
                        <w:right w:val="single" w:sz="18" w:space="0" w:color="0051AA"/>
                      </w:divBdr>
                    </w:div>
                  </w:divsChild>
                </w:div>
              </w:divsChild>
            </w:div>
          </w:divsChild>
        </w:div>
      </w:divsChild>
    </w:div>
    <w:div w:id="10897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lanchthon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MA-Bretten@t-online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in@melanchtho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alucia.weigel@melanchthon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1F62E811.dotm</Template>
  <TotalTime>0</TotalTime>
  <Pages>1</Pages>
  <Words>72</Words>
  <Characters>776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Microsoft</Company>
  <LinksUpToDate>false</LinksUpToDate>
  <CharactersWithSpaces>847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Axel Heil</dc:creator>
  <cp:lastModifiedBy>Martin, Claudia</cp:lastModifiedBy>
  <cp:revision>2</cp:revision>
  <cp:lastPrinted>2016-03-04T11:55:00Z</cp:lastPrinted>
  <dcterms:created xsi:type="dcterms:W3CDTF">2016-05-10T09:00:00Z</dcterms:created>
  <dcterms:modified xsi:type="dcterms:W3CDTF">2016-05-10T09:00:00Z</dcterms:modified>
</cp:coreProperties>
</file>